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C57" w:rsidRPr="00C432FC" w:rsidRDefault="00B87C57" w:rsidP="00DE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7C57" w:rsidRPr="00C432FC" w:rsidRDefault="00B87C57" w:rsidP="00F11E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7C57" w:rsidRPr="00C432FC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32FC">
        <w:rPr>
          <w:rFonts w:ascii="Times New Roman" w:hAnsi="Times New Roman"/>
          <w:sz w:val="24"/>
          <w:szCs w:val="24"/>
        </w:rPr>
        <w:t>ПЛАН</w:t>
      </w:r>
    </w:p>
    <w:p w:rsidR="00B87C57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32FC">
        <w:rPr>
          <w:rFonts w:ascii="Times New Roman" w:hAnsi="Times New Roman"/>
          <w:sz w:val="24"/>
          <w:szCs w:val="24"/>
        </w:rPr>
        <w:t xml:space="preserve">реализации </w:t>
      </w:r>
      <w:r>
        <w:rPr>
          <w:rFonts w:ascii="Times New Roman" w:hAnsi="Times New Roman"/>
          <w:sz w:val="24"/>
          <w:szCs w:val="24"/>
        </w:rPr>
        <w:t xml:space="preserve">муниципальной  программы  </w:t>
      </w:r>
    </w:p>
    <w:p w:rsidR="00B87C57" w:rsidRPr="00C432FC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«Реализация полномочий администрации Трубчевского муниципального района» (2013 – 2016 годы)</w:t>
      </w:r>
    </w:p>
    <w:p w:rsidR="00B87C57" w:rsidRPr="00C432FC" w:rsidRDefault="00B87C57" w:rsidP="00C43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87C57" w:rsidRPr="00C432FC" w:rsidRDefault="00B87C57" w:rsidP="00C43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6178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1"/>
        <w:gridCol w:w="2551"/>
        <w:gridCol w:w="1842"/>
        <w:gridCol w:w="1701"/>
        <w:gridCol w:w="1276"/>
        <w:gridCol w:w="1350"/>
        <w:gridCol w:w="1350"/>
        <w:gridCol w:w="1269"/>
        <w:gridCol w:w="1276"/>
        <w:gridCol w:w="27"/>
        <w:gridCol w:w="2525"/>
      </w:tblGrid>
      <w:tr w:rsidR="00B87C57" w:rsidRPr="00452DC6" w:rsidTr="00775E18">
        <w:trPr>
          <w:cantSplit/>
          <w:trHeight w:val="36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п/п 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ДРЦП,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подпрограммы ДРЦП,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мероприятий ДРЦП,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мероприятия,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мероприятий,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реализуемых в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рамках основного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>венн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ый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исполнитель,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соиспол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нитель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65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средств на реализацию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программы                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непосред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ственный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(краткое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описание,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индикаторы и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показатели) </w:t>
            </w:r>
          </w:p>
        </w:tc>
      </w:tr>
      <w:tr w:rsidR="00B87C57" w:rsidRPr="00452DC6" w:rsidTr="00775E18">
        <w:trPr>
          <w:cantSplit/>
          <w:trHeight w:val="132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6A2461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BC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год,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рублей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BC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год,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рублей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BC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рублей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BC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год, рублей</w:t>
            </w:r>
          </w:p>
        </w:tc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240"/>
        </w:trPr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  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   </w:t>
            </w: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DC2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по материально-техническому и финансовому обеспечению </w:t>
            </w:r>
            <w:r w:rsidRPr="00F2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E77EF4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аппарата, общий отдел, отдел учета и отчетности, отдел по правовой работе и связям с муниципальными образованиями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областного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C2CBC">
              <w:rPr>
                <w:rFonts w:ascii="Times New Roman" w:hAnsi="Times New Roman"/>
                <w:sz w:val="24"/>
                <w:szCs w:val="24"/>
                <w:lang w:eastAsia="ru-RU"/>
              </w:rPr>
              <w:t>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F3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56091780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13436400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13759800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14447790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14447790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36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источники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24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8F7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56091780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13436400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13759800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14447790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14447790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по оценке </w:t>
            </w:r>
            <w:r w:rsidRPr="00CC7A3F">
              <w:rPr>
                <w:rFonts w:ascii="Times New Roman" w:hAnsi="Times New Roman"/>
                <w:sz w:val="24"/>
                <w:szCs w:val="24"/>
                <w:lang w:eastAsia="ru-RU"/>
              </w:rPr>
              <w:t>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8E4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областного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Pr="00826F42" w:rsidRDefault="00B87C57" w:rsidP="00546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8810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оздание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урегулированной </w:t>
            </w:r>
            <w:r w:rsidRPr="008810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системы учета объектов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имущества </w:t>
            </w:r>
            <w:r w:rsidRPr="008810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территории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Трубчевского муниципального района, </w:t>
            </w:r>
            <w:r w:rsidRPr="005460D9">
              <w:rPr>
                <w:rFonts w:ascii="Times New Roman" w:hAnsi="Times New Roman"/>
                <w:sz w:val="24"/>
                <w:szCs w:val="24"/>
                <w:lang w:eastAsia="ru-RU"/>
              </w:rPr>
              <w:t>формир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ование налоговой базы для сбора                      </w:t>
            </w:r>
            <w:r w:rsidRPr="005460D9">
              <w:rPr>
                <w:rFonts w:ascii="Times New Roman" w:hAnsi="Times New Roman"/>
                <w:sz w:val="24"/>
                <w:szCs w:val="24"/>
                <w:lang w:eastAsia="ru-RU"/>
              </w:rPr>
              <w:t>земельного и имущественных налогов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8E4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1345200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316000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332000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348600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348600</w:t>
            </w: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8E4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источники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8E4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1345200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316000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332000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348600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348600</w:t>
            </w: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A3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8E4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областного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8E4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163000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39000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40000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42000</w:t>
            </w: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8E4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источники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87C57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87C57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8E4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163000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39000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40000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42000</w:t>
            </w: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энергосбережению и повышение энергетической эффективности в Трубчевском муниципальном районе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669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льные бюджетные учреждения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областного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F4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Ежегодное сокращение удельных</w:t>
            </w:r>
          </w:p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F42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показателей энергопотребления</w:t>
            </w:r>
          </w:p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F4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 менее 3 процентов в год с 2013</w:t>
            </w:r>
            <w:r w:rsidRPr="00826F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по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26F42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826F42">
              <w:rPr>
                <w:rFonts w:ascii="Times New Roman" w:hAnsi="Times New Roman"/>
                <w:sz w:val="24"/>
                <w:szCs w:val="24"/>
                <w:lang w:eastAsia="ru-RU"/>
              </w:rPr>
              <w:t>. и не менее 1 процента в год  с 2016г. по 2019г.</w:t>
            </w:r>
          </w:p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F42">
              <w:rPr>
                <w:rFonts w:ascii="Times New Roman" w:hAnsi="Times New Roman"/>
                <w:sz w:val="24"/>
                <w:szCs w:val="24"/>
                <w:lang w:eastAsia="ru-RU"/>
              </w:rPr>
              <w:t>в целом на 20 % до 2020 года.</w:t>
            </w:r>
          </w:p>
          <w:p w:rsidR="00B87C57" w:rsidRPr="00826F42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F42">
              <w:rPr>
                <w:rFonts w:ascii="Times New Roman" w:hAnsi="Times New Roman"/>
                <w:sz w:val="24"/>
                <w:szCs w:val="24"/>
                <w:lang w:eastAsia="ru-RU"/>
              </w:rPr>
              <w:t>-полный переход на приборный учёт при расчётах учреждений</w:t>
            </w:r>
          </w:p>
          <w:p w:rsidR="00B87C57" w:rsidRPr="00C432FC" w:rsidRDefault="00B87C57" w:rsidP="0082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бюджетной сферы с организациями коммунального комплекса</w:t>
            </w: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77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E3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E3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36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источники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36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B7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E3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E3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E3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E3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E3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повышению безопасности дорожного движения в Трубчевском муниципальном районе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20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 МВД России «Трубчевский» (по согласованию), ОГИБДД (по согласованию), комиссия по БДД, отдел образования </w:t>
            </w:r>
            <w:r w:rsidRPr="00C20877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Трубчевского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ГБУЗ «Трубчевская ЦРБ» (по согласованию)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областного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в 1,5 раза количества лиц, погибших в результате дорожно-транспортных происшествий, и на 10,0% - количества дорожно-транспортных происшествий с пострадавшими в 2014 году по сравнению с 2010 годом</w:t>
            </w: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77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районного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124000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30000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30000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32000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36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источники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36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мероприятию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124000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30000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30000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32000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5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7E0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областного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1282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выполнение мероприятий программы позволит  обеспечить жильем  молодые семьи, нуждающие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ся в улучшении жилищных условий</w:t>
            </w: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E73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районного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1522395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289980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362475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434970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434970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36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источники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33CAB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33CAB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33CAB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33CAB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36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мероприятию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1522395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289980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362475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434970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434970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социального сиротства,  оказанию помощи детям-сиротам и детям, оставшимся без попечения родителей, лицам из их числа, замещающим семьям, по предоставлению жилья лицам из числа детей-сирот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семьи, охране материнства и детства, демографии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Трубчевского муниципального района,</w:t>
            </w:r>
          </w:p>
          <w:p w:rsidR="00B87C57" w:rsidRPr="000478D4" w:rsidRDefault="00B87C57" w:rsidP="0004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8D4">
              <w:rPr>
                <w:rFonts w:ascii="Times New Roman" w:hAnsi="Times New Roman"/>
                <w:sz w:val="24"/>
                <w:szCs w:val="24"/>
                <w:lang w:eastAsia="ru-RU"/>
              </w:rPr>
              <w:t>ГБУЗ «Трубчевская ЦРБ» (по согласованию)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B87C57" w:rsidRPr="000478D4" w:rsidRDefault="00B87C57" w:rsidP="0004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8D4">
              <w:rPr>
                <w:rFonts w:ascii="Times New Roman" w:hAnsi="Times New Roman"/>
                <w:sz w:val="24"/>
                <w:szCs w:val="24"/>
                <w:lang w:eastAsia="ru-RU"/>
              </w:rPr>
              <w:t>ГКУ «Центр занятости населения  Трубчевского района» (по согласованию)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B87C57" w:rsidRPr="000478D4" w:rsidRDefault="00B87C57" w:rsidP="0004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8D4">
              <w:rPr>
                <w:rFonts w:ascii="Times New Roman" w:hAnsi="Times New Roman"/>
                <w:sz w:val="24"/>
                <w:szCs w:val="24"/>
                <w:lang w:eastAsia="ru-RU"/>
              </w:rPr>
              <w:t>ГБУСО «Центр социальной помощи семье и детям Трубчевского района» (по согласованию)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B87C57" w:rsidRPr="000478D4" w:rsidRDefault="00B87C57" w:rsidP="0004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8D4">
              <w:rPr>
                <w:rFonts w:ascii="Times New Roman" w:hAnsi="Times New Roman"/>
                <w:sz w:val="24"/>
                <w:szCs w:val="24"/>
                <w:lang w:eastAsia="ru-RU"/>
              </w:rPr>
              <w:t>Отдел ЗАГС Трубчевского района управления ЗАГС Брянской области (по согласованию)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B87C57" w:rsidRPr="000478D4" w:rsidRDefault="00B87C57" w:rsidP="0004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8D4">
              <w:rPr>
                <w:rFonts w:ascii="Times New Roman" w:hAnsi="Times New Roman"/>
                <w:sz w:val="24"/>
                <w:szCs w:val="24"/>
                <w:lang w:eastAsia="ru-RU"/>
              </w:rPr>
              <w:t>ГКУ редакция газеты «Земля трубчевская» (по согласованию)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B87C57" w:rsidRPr="000478D4" w:rsidRDefault="00B87C57" w:rsidP="0004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8D4">
              <w:rPr>
                <w:rFonts w:ascii="Times New Roman" w:hAnsi="Times New Roman"/>
                <w:sz w:val="24"/>
                <w:szCs w:val="24"/>
                <w:lang w:eastAsia="ru-RU"/>
              </w:rPr>
              <w:t>ГБУ «Комплексный центр  социального обслуживания  населения Трубчевского района» (по согласованию)</w:t>
            </w:r>
          </w:p>
          <w:p w:rsidR="00B87C57" w:rsidRPr="00C432FC" w:rsidRDefault="00B87C57" w:rsidP="0004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8D4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  <w:r w:rsidRPr="000478D4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Молодежный совет Трубчевского района (по согласованию)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областного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AC42F1" w:rsidRDefault="00B87C57" w:rsidP="00AC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B87C57" w:rsidRPr="00AC42F1" w:rsidRDefault="00B87C57" w:rsidP="00AC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2.Повышение качества подготовки к жизни выпускников образовательных учреждений для детей-сирот  и детей, 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авшихся без попечения родителей.</w:t>
            </w:r>
          </w:p>
          <w:p w:rsidR="00B87C57" w:rsidRPr="00AC42F1" w:rsidRDefault="00B87C57" w:rsidP="00AC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3.Сокращение численности детей-сирот и детей, оставшихся без попечения родителей, от общей численн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ости детей в Трубчевском районе.</w:t>
            </w:r>
          </w:p>
          <w:p w:rsidR="00B87C57" w:rsidRPr="00AC42F1" w:rsidRDefault="00B87C57" w:rsidP="00AC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4.Увеличение доли детей –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сирот и детей, оставшихся без попечения родителей, переданных в семьи </w:t>
            </w:r>
          </w:p>
          <w:p w:rsidR="00B87C57" w:rsidRPr="00AC42F1" w:rsidRDefault="00B87C57" w:rsidP="00AC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(усыновление, опека,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опечительство, приемная семья).</w:t>
            </w:r>
          </w:p>
          <w:p w:rsidR="00B87C57" w:rsidRPr="00AC42F1" w:rsidRDefault="00B87C57" w:rsidP="00AC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5.Сокращение численности детей-сирот и детей, оставшихся без попечения родителей  направленных  под надзор в организации для детей-сирот и детей, 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авшихся без попечения родителей.</w:t>
            </w:r>
          </w:p>
          <w:p w:rsidR="00B87C57" w:rsidRPr="00AC42F1" w:rsidRDefault="00B87C57" w:rsidP="00AC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6.Создание  банка  семей, готовых принять на воспитание детей-сирот и детей, оставшихся без попечения родителей.</w:t>
            </w:r>
          </w:p>
          <w:p w:rsidR="00B87C57" w:rsidRPr="00C432FC" w:rsidRDefault="00B87C57" w:rsidP="00AC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42F1">
              <w:rPr>
                <w:rFonts w:ascii="Times New Roman" w:hAnsi="Times New Roman"/>
                <w:sz w:val="24"/>
                <w:szCs w:val="24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EC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районного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2798500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684000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696500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709000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709000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36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источники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4C4D4A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4C4D4A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4C4D4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4C4D4A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A56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мероприятию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2798500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684000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696500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709000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709000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A03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Комиссия по установлению пенсии за выслугу лет, общий отдел,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3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гарантированной на законодательном уровне  к</w:t>
            </w:r>
            <w:r w:rsidRPr="00C308B4">
              <w:rPr>
                <w:rFonts w:ascii="Times New Roman" w:hAnsi="Times New Roman"/>
                <w:sz w:val="24"/>
                <w:szCs w:val="24"/>
                <w:lang w:eastAsia="ru-RU"/>
              </w:rPr>
              <w:t>омпенсаци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308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лицам, замещавшим должности муниципальной службы в органах местного самоуправления Трубчевского муниципального района,</w:t>
            </w:r>
            <w:r w:rsidRPr="00C308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заработка (дохода), утраченного в связи с прекращением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C308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службы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DE6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10679400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2510900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2635000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2766750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2766750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DE6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10679400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2510900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2635000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2766750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2766750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C4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A51A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06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5E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предоставлению  социальной помощи инвалидам-спинальникам, проживающим на территории Трубчевского района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3A15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иде ежемесячных денежных выплат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/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/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B9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A03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179400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43000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44000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46200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46200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672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179400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43000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44000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46200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46200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994240" w:rsidRDefault="00B87C57" w:rsidP="004B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55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обеспечению пожарной безопасности администрации Трубчевского муниципального района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77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районного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77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88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1C00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осуществлению отдельных государственных полномочий Брянской области по определению перечня должностных,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Административная комиссия муниципального образования «Трубчевский муниципальный район», отдел по правовой работе и связям с муниципальными образованиями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820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210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E7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административного законодательства на территории Трубчевского муниципального района, общая превенция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AE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AE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820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210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181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55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Pr="00181F01">
              <w:rPr>
                <w:rFonts w:ascii="Times New Roman" w:hAnsi="Times New Roman"/>
                <w:sz w:val="24"/>
                <w:szCs w:val="24"/>
                <w:lang w:eastAsia="ru-RU"/>
              </w:rPr>
              <w:t>в сфере осуществления</w:t>
            </w:r>
            <w:r w:rsidRPr="008855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отдельных государственных полномочий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8855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 поддержке и социальному обслуживанию детей, оставшихся без попечения родителей, находящихся на воспитании в приемных семьях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0F5D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семьи, охране материнства и детства, демографии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отдел учета и отчетности</w:t>
            </w:r>
            <w:r w:rsidRPr="00170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9973900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2385100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2448000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2570400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2570400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A51AD4" w:rsidRDefault="00B87C57" w:rsidP="00A5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благоприятных условий для комплексного развития </w:t>
            </w:r>
          </w:p>
          <w:p w:rsidR="00B87C57" w:rsidRPr="00C432FC" w:rsidRDefault="00B87C57" w:rsidP="00A5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AD4">
              <w:rPr>
                <w:rFonts w:ascii="Times New Roman" w:hAnsi="Times New Roman"/>
                <w:sz w:val="24"/>
                <w:szCs w:val="24"/>
                <w:lang w:eastAsia="ru-RU"/>
              </w:rPr>
              <w:t>и жизнедеятельности детей, укрепления семьи как гражданского института в целом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392C7E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2F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2F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9973900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2385100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2448000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2570400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2570400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48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30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Pr="000E7F61">
              <w:rPr>
                <w:rFonts w:ascii="Times New Roman" w:hAnsi="Times New Roman"/>
                <w:sz w:val="24"/>
                <w:szCs w:val="24"/>
                <w:lang w:eastAsia="ru-RU"/>
              </w:rPr>
              <w:t>в сфере осуществления</w:t>
            </w:r>
            <w:r w:rsidRPr="000E30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отдельных государственных полномочий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0F5D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282470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66400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69700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73185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73185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392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392C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окращение доли детей-сирот и детей, оставшихся без попечения родителей,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путем</w:t>
            </w:r>
            <w:r w:rsidRPr="00392C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создания </w:t>
            </w:r>
            <w:r w:rsidRPr="00771017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64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64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282470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66400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69700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73185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73185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0E7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4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Pr="000E7F61">
              <w:rPr>
                <w:rFonts w:ascii="Times New Roman" w:hAnsi="Times New Roman"/>
                <w:sz w:val="24"/>
                <w:szCs w:val="24"/>
                <w:lang w:eastAsia="ru-RU"/>
              </w:rPr>
              <w:t>в сфере осуществления</w:t>
            </w:r>
            <w:r w:rsidRPr="00D234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отдельных государственных полномочий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D234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деятельности административной  комиссии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Административная комиссия муниципального образования «Трубчевский муниципальный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1044500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254000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255000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267750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267750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0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административного законодательства на территории Трубчевского муниципального района,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B47BFF">
              <w:rPr>
                <w:rFonts w:ascii="Times New Roman" w:hAnsi="Times New Roman"/>
                <w:sz w:val="24"/>
                <w:szCs w:val="24"/>
                <w:lang w:eastAsia="ru-RU"/>
              </w:rPr>
              <w:t>редупреждение административных правонарушений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F65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F65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1044500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254000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255000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267750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267750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E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Pr="00CA2C06">
              <w:rPr>
                <w:rFonts w:ascii="Times New Roman" w:hAnsi="Times New Roman"/>
                <w:sz w:val="24"/>
                <w:szCs w:val="24"/>
                <w:lang w:eastAsia="ru-RU"/>
              </w:rPr>
              <w:t>в сфере осуществления</w:t>
            </w:r>
            <w:r w:rsidRPr="00952E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отдельных государственных полномочий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170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0F5D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553500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135000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135000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141750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141750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B47BFF">
              <w:rPr>
                <w:rFonts w:ascii="Times New Roman" w:hAnsi="Times New Roman"/>
                <w:sz w:val="24"/>
                <w:szCs w:val="24"/>
                <w:lang w:eastAsia="ru-RU"/>
              </w:rPr>
              <w:t>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540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540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553500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135000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135000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141750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141750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244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E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Pr="003B0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сфере осуществления </w:t>
            </w:r>
            <w:r w:rsidRPr="00952E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отдельных государственных полномочий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выплате ежемесячных денежных средств на содержание и проезд ребенка, переданного на воспитание в семью опекуна (попечителя)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0F5D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17761810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4174200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4383100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4602255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4602255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2C7E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D5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01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17761810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4174200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4383100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4602255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4602255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244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7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Pr="003B0CFE">
              <w:rPr>
                <w:rFonts w:ascii="Times New Roman" w:hAnsi="Times New Roman"/>
                <w:sz w:val="24"/>
                <w:szCs w:val="24"/>
                <w:lang w:eastAsia="ru-RU"/>
              </w:rPr>
              <w:t>в сфере осуществления</w:t>
            </w:r>
            <w:r w:rsidRPr="002447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отдельных гос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Default="00B87C57" w:rsidP="004E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правовой работе и связям с муниципальными образованиями администрации Трубчевского муниципального района,</w:t>
            </w:r>
          </w:p>
          <w:p w:rsidR="00B87C57" w:rsidRPr="00C432FC" w:rsidRDefault="00B87C57" w:rsidP="004E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C66">
              <w:rPr>
                <w:rFonts w:ascii="Times New Roman" w:hAnsi="Times New Roman"/>
                <w:sz w:val="24"/>
                <w:szCs w:val="24"/>
                <w:lang w:eastAsia="ru-RU"/>
              </w:rPr>
              <w:t>ГКУ «Центр занятости населения  Трубчевского района» (по согласованию)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626700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152400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153000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160650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160650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</w:t>
            </w:r>
            <w:r w:rsidRPr="00AA22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состояния условий и охраны труда в организациях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учреждениях и предприятиях Трубчевского муниципального района 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A4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1A4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626700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152400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153000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160650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160650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636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7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Pr="003B0CFE">
              <w:rPr>
                <w:rFonts w:ascii="Times New Roman" w:hAnsi="Times New Roman"/>
                <w:sz w:val="24"/>
                <w:szCs w:val="24"/>
                <w:lang w:eastAsia="ru-RU"/>
              </w:rPr>
              <w:t>в сфере осуществления</w:t>
            </w:r>
            <w:r w:rsidRPr="002447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отдельных государственных полномочий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Комиссия по делам несовершеннолетних и защите их прав Трубчевского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2506800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609600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612000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642600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642600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FC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C5032">
              <w:rPr>
                <w:rFonts w:ascii="Times New Roman" w:hAnsi="Times New Roman"/>
                <w:sz w:val="24"/>
                <w:szCs w:val="24"/>
                <w:lang w:eastAsia="ru-RU"/>
              </w:rPr>
              <w:t>окращение доли несовершеннолетних,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состоящих на учете в комиссии </w:t>
            </w:r>
            <w:r w:rsidRPr="00FC50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делам несовершеннолетних и защите их прав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Трубчевского муниципального района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26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2B69A6" w:rsidRDefault="00B87C57" w:rsidP="002B69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A87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2506800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609600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612000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642600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>
            <w:r w:rsidRPr="00452DC6">
              <w:t>642600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7771B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55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Pr="00181F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сфере осуществления </w:t>
            </w:r>
            <w:r w:rsidRPr="008855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отдельных государственных полномочий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3133500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762000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765000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803250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803250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A27"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Профилактика социального сиротства на территории Трубчевского муниципального района</w:t>
            </w: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7771B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2B69A6" w:rsidRDefault="00B87C57" w:rsidP="007771B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внебюджетных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2B69A6" w:rsidRDefault="00B87C57" w:rsidP="007771B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77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     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мероприятию</w:t>
            </w:r>
            <w:r w:rsidRPr="00C43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3133500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762000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765000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803250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7771B0">
            <w:r w:rsidRPr="00452DC6">
              <w:t>803250</w:t>
            </w: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E34C0">
              <w:rPr>
                <w:rFonts w:ascii="Times New Roman" w:hAnsi="Times New Roman"/>
                <w:b/>
                <w:lang w:eastAsia="ru-RU"/>
              </w:rPr>
              <w:t xml:space="preserve">ИТОГО </w:t>
            </w:r>
          </w:p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E34C0">
              <w:rPr>
                <w:rFonts w:ascii="Times New Roman" w:hAnsi="Times New Roman"/>
                <w:b/>
                <w:lang w:eastAsia="ru-RU"/>
              </w:rPr>
              <w:t>по муниципальной программе: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E34C0">
              <w:rPr>
                <w:rFonts w:ascii="Times New Roman" w:hAnsi="Times New Roman"/>
                <w:b/>
                <w:lang w:eastAsia="ru-RU"/>
              </w:rPr>
              <w:t xml:space="preserve">за счет средств       </w:t>
            </w:r>
            <w:r w:rsidRPr="008E34C0">
              <w:rPr>
                <w:rFonts w:ascii="Times New Roman" w:hAnsi="Times New Roman"/>
                <w:b/>
                <w:lang w:eastAsia="ru-RU"/>
              </w:rPr>
              <w:br/>
              <w:t xml:space="preserve">областного бюджета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60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8E34C0" w:rsidRDefault="00B87C57" w:rsidP="00926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E34C0">
              <w:rPr>
                <w:rFonts w:ascii="Times New Roman" w:hAnsi="Times New Roman"/>
                <w:b/>
                <w:lang w:eastAsia="ru-RU"/>
              </w:rPr>
              <w:t xml:space="preserve">за счет средств       </w:t>
            </w:r>
            <w:r w:rsidRPr="008E34C0">
              <w:rPr>
                <w:rFonts w:ascii="Times New Roman" w:hAnsi="Times New Roman"/>
                <w:b/>
                <w:lang w:eastAsia="ru-RU"/>
              </w:rPr>
              <w:br/>
              <w:t xml:space="preserve">районного бюджета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E34C0">
              <w:rPr>
                <w:rFonts w:ascii="Times New Roman" w:hAnsi="Times New Roman"/>
                <w:b/>
                <w:lang w:eastAsia="ru-RU"/>
              </w:rPr>
              <w:t xml:space="preserve">за счет внебюджетных  </w:t>
            </w:r>
            <w:r w:rsidRPr="008E34C0">
              <w:rPr>
                <w:rFonts w:ascii="Times New Roman" w:hAnsi="Times New Roman"/>
                <w:b/>
                <w:lang w:eastAsia="ru-RU"/>
              </w:rPr>
              <w:br/>
              <w:t xml:space="preserve">источников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C57" w:rsidRPr="00452DC6" w:rsidTr="00775E18">
        <w:trPr>
          <w:cantSplit/>
          <w:trHeight w:val="480"/>
        </w:trPr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8E34C0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E34C0">
              <w:rPr>
                <w:rFonts w:ascii="Times New Roman" w:hAnsi="Times New Roman"/>
                <w:b/>
                <w:lang w:eastAsia="ru-RU"/>
              </w:rPr>
              <w:t xml:space="preserve">итого по      </w:t>
            </w:r>
            <w:r w:rsidRPr="008E34C0">
              <w:rPr>
                <w:rFonts w:ascii="Times New Roman" w:hAnsi="Times New Roman"/>
                <w:b/>
                <w:lang w:eastAsia="ru-RU"/>
              </w:rPr>
              <w:br/>
              <w:t xml:space="preserve">муниципальной программе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/>
          <w:p w:rsidR="00B87C57" w:rsidRPr="00452DC6" w:rsidRDefault="00B87C57" w:rsidP="008E429B">
            <w:r w:rsidRPr="00452DC6">
              <w:t>108787675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/>
          <w:p w:rsidR="00B87C57" w:rsidRPr="00452DC6" w:rsidRDefault="00B87C57" w:rsidP="008E429B">
            <w:r w:rsidRPr="00452DC6">
              <w:t>25888180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/>
          <w:p w:rsidR="00B87C57" w:rsidRPr="00452DC6" w:rsidRDefault="00B87C57" w:rsidP="008E429B">
            <w:r w:rsidRPr="00452DC6">
              <w:t>26720775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/>
          <w:p w:rsidR="00B87C57" w:rsidRPr="00452DC6" w:rsidRDefault="00B87C57" w:rsidP="008E429B">
            <w:r w:rsidRPr="00452DC6">
              <w:t>28089360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452DC6" w:rsidRDefault="00B87C57" w:rsidP="008E429B"/>
          <w:p w:rsidR="00B87C57" w:rsidRPr="00452DC6" w:rsidRDefault="00B87C57" w:rsidP="008E429B">
            <w:r w:rsidRPr="00452DC6">
              <w:t>28089360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C57" w:rsidRPr="00C432FC" w:rsidRDefault="00B87C57" w:rsidP="0095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87C57" w:rsidRDefault="00B87C57"/>
    <w:sectPr w:rsidR="00B87C57" w:rsidSect="00C432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521"/>
    <w:rsid w:val="000478D4"/>
    <w:rsid w:val="0005239F"/>
    <w:rsid w:val="00082B0F"/>
    <w:rsid w:val="000B2215"/>
    <w:rsid w:val="000E3095"/>
    <w:rsid w:val="000E30B6"/>
    <w:rsid w:val="000E7F61"/>
    <w:rsid w:val="00101009"/>
    <w:rsid w:val="00130A43"/>
    <w:rsid w:val="001361B1"/>
    <w:rsid w:val="00170F5D"/>
    <w:rsid w:val="00175E57"/>
    <w:rsid w:val="00181F01"/>
    <w:rsid w:val="001A3BF2"/>
    <w:rsid w:val="001A4743"/>
    <w:rsid w:val="001A671F"/>
    <w:rsid w:val="001B303C"/>
    <w:rsid w:val="001E3590"/>
    <w:rsid w:val="001F5CA0"/>
    <w:rsid w:val="00203419"/>
    <w:rsid w:val="00204704"/>
    <w:rsid w:val="00212942"/>
    <w:rsid w:val="00215495"/>
    <w:rsid w:val="00216362"/>
    <w:rsid w:val="00231282"/>
    <w:rsid w:val="00234E57"/>
    <w:rsid w:val="00244705"/>
    <w:rsid w:val="002606E0"/>
    <w:rsid w:val="002B69A6"/>
    <w:rsid w:val="002D478E"/>
    <w:rsid w:val="002E5934"/>
    <w:rsid w:val="002F4440"/>
    <w:rsid w:val="00300739"/>
    <w:rsid w:val="003403FC"/>
    <w:rsid w:val="00352521"/>
    <w:rsid w:val="00392963"/>
    <w:rsid w:val="00392C7E"/>
    <w:rsid w:val="00395C62"/>
    <w:rsid w:val="00397FEB"/>
    <w:rsid w:val="003A15EF"/>
    <w:rsid w:val="003A6801"/>
    <w:rsid w:val="003B0CFE"/>
    <w:rsid w:val="003C14C3"/>
    <w:rsid w:val="003D70DD"/>
    <w:rsid w:val="004030A8"/>
    <w:rsid w:val="00403BC9"/>
    <w:rsid w:val="00404B83"/>
    <w:rsid w:val="004060AB"/>
    <w:rsid w:val="00452DC6"/>
    <w:rsid w:val="004575CF"/>
    <w:rsid w:val="0048207D"/>
    <w:rsid w:val="004B1F1F"/>
    <w:rsid w:val="004B5EF3"/>
    <w:rsid w:val="004C4D4A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52E8B"/>
    <w:rsid w:val="005540B1"/>
    <w:rsid w:val="005719FD"/>
    <w:rsid w:val="00592128"/>
    <w:rsid w:val="005A06D9"/>
    <w:rsid w:val="005B3869"/>
    <w:rsid w:val="005C479D"/>
    <w:rsid w:val="005F75A2"/>
    <w:rsid w:val="0061418D"/>
    <w:rsid w:val="00633C0B"/>
    <w:rsid w:val="00636AED"/>
    <w:rsid w:val="00640EBC"/>
    <w:rsid w:val="00666273"/>
    <w:rsid w:val="00672B80"/>
    <w:rsid w:val="00684FA4"/>
    <w:rsid w:val="006A2461"/>
    <w:rsid w:val="006B1E92"/>
    <w:rsid w:val="006C07E0"/>
    <w:rsid w:val="006C336D"/>
    <w:rsid w:val="006D67BF"/>
    <w:rsid w:val="00722C59"/>
    <w:rsid w:val="00755C1E"/>
    <w:rsid w:val="00771017"/>
    <w:rsid w:val="00775E18"/>
    <w:rsid w:val="007771B0"/>
    <w:rsid w:val="00782D16"/>
    <w:rsid w:val="0079201A"/>
    <w:rsid w:val="007953BD"/>
    <w:rsid w:val="00820F45"/>
    <w:rsid w:val="00826F42"/>
    <w:rsid w:val="00850857"/>
    <w:rsid w:val="00863E34"/>
    <w:rsid w:val="00881011"/>
    <w:rsid w:val="0088556D"/>
    <w:rsid w:val="008D0607"/>
    <w:rsid w:val="008E34C0"/>
    <w:rsid w:val="008E429B"/>
    <w:rsid w:val="008F5FCF"/>
    <w:rsid w:val="008F7C3B"/>
    <w:rsid w:val="0091229D"/>
    <w:rsid w:val="0091509F"/>
    <w:rsid w:val="00926DA6"/>
    <w:rsid w:val="00944DE6"/>
    <w:rsid w:val="00952E4C"/>
    <w:rsid w:val="009544B9"/>
    <w:rsid w:val="009669DB"/>
    <w:rsid w:val="00977F28"/>
    <w:rsid w:val="00994240"/>
    <w:rsid w:val="009D06B5"/>
    <w:rsid w:val="00A03803"/>
    <w:rsid w:val="00A07E8F"/>
    <w:rsid w:val="00A32BDB"/>
    <w:rsid w:val="00A451B0"/>
    <w:rsid w:val="00A51AD4"/>
    <w:rsid w:val="00A56AAB"/>
    <w:rsid w:val="00A87514"/>
    <w:rsid w:val="00AA22D8"/>
    <w:rsid w:val="00AC206B"/>
    <w:rsid w:val="00AC42F1"/>
    <w:rsid w:val="00AE1C00"/>
    <w:rsid w:val="00AE38DE"/>
    <w:rsid w:val="00B247BF"/>
    <w:rsid w:val="00B47BFF"/>
    <w:rsid w:val="00B67515"/>
    <w:rsid w:val="00B74F1A"/>
    <w:rsid w:val="00B87C57"/>
    <w:rsid w:val="00B901FE"/>
    <w:rsid w:val="00B95527"/>
    <w:rsid w:val="00BC2CBC"/>
    <w:rsid w:val="00C06329"/>
    <w:rsid w:val="00C1472D"/>
    <w:rsid w:val="00C20877"/>
    <w:rsid w:val="00C308B4"/>
    <w:rsid w:val="00C31DDF"/>
    <w:rsid w:val="00C33CAB"/>
    <w:rsid w:val="00C432FC"/>
    <w:rsid w:val="00C4531E"/>
    <w:rsid w:val="00C649BC"/>
    <w:rsid w:val="00C67E01"/>
    <w:rsid w:val="00C95496"/>
    <w:rsid w:val="00CA2C06"/>
    <w:rsid w:val="00CA73E0"/>
    <w:rsid w:val="00CB71F4"/>
    <w:rsid w:val="00CC7A3F"/>
    <w:rsid w:val="00CD5EBD"/>
    <w:rsid w:val="00D127AE"/>
    <w:rsid w:val="00D234C8"/>
    <w:rsid w:val="00D31FBC"/>
    <w:rsid w:val="00D54514"/>
    <w:rsid w:val="00D54C25"/>
    <w:rsid w:val="00D8798D"/>
    <w:rsid w:val="00DC24D5"/>
    <w:rsid w:val="00DC4B59"/>
    <w:rsid w:val="00DD15DC"/>
    <w:rsid w:val="00DD69B0"/>
    <w:rsid w:val="00DD7F52"/>
    <w:rsid w:val="00DE6718"/>
    <w:rsid w:val="00DF3709"/>
    <w:rsid w:val="00E202AD"/>
    <w:rsid w:val="00E3201C"/>
    <w:rsid w:val="00E7064D"/>
    <w:rsid w:val="00E73B5F"/>
    <w:rsid w:val="00E757CB"/>
    <w:rsid w:val="00E77E52"/>
    <w:rsid w:val="00E77EF4"/>
    <w:rsid w:val="00E83A27"/>
    <w:rsid w:val="00EC24D0"/>
    <w:rsid w:val="00EE452C"/>
    <w:rsid w:val="00F00A1D"/>
    <w:rsid w:val="00F0171C"/>
    <w:rsid w:val="00F046CD"/>
    <w:rsid w:val="00F11E2C"/>
    <w:rsid w:val="00F213D9"/>
    <w:rsid w:val="00F25410"/>
    <w:rsid w:val="00F3472C"/>
    <w:rsid w:val="00F349D6"/>
    <w:rsid w:val="00F53F76"/>
    <w:rsid w:val="00F6554D"/>
    <w:rsid w:val="00F76B53"/>
    <w:rsid w:val="00FC5032"/>
    <w:rsid w:val="00FD2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C6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C07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346</TotalTime>
  <Pages>11</Pages>
  <Words>2319</Words>
  <Characters>13220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USER</cp:lastModifiedBy>
  <cp:revision>131</cp:revision>
  <dcterms:created xsi:type="dcterms:W3CDTF">2012-08-01T16:45:00Z</dcterms:created>
  <dcterms:modified xsi:type="dcterms:W3CDTF">2012-09-11T08:24:00Z</dcterms:modified>
</cp:coreProperties>
</file>