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A0F" w:rsidRPr="00CB3597" w:rsidRDefault="00F54A0F" w:rsidP="007A2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4A0F" w:rsidRPr="00CB3597" w:rsidRDefault="00F54A0F" w:rsidP="007A2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4A0F" w:rsidRPr="00CB3597" w:rsidRDefault="00F54A0F" w:rsidP="00EF0B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Утверждена постановлением</w:t>
      </w:r>
    </w:p>
    <w:p w:rsidR="00F54A0F" w:rsidRPr="00CB3597" w:rsidRDefault="00F54A0F" w:rsidP="00EF0B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CB3597">
        <w:rPr>
          <w:rFonts w:ascii="Times New Roman" w:hAnsi="Times New Roman"/>
          <w:sz w:val="24"/>
          <w:szCs w:val="24"/>
        </w:rPr>
        <w:t>администрации  Трубчевского</w:t>
      </w:r>
    </w:p>
    <w:p w:rsidR="00F54A0F" w:rsidRPr="00CB3597" w:rsidRDefault="00F54A0F" w:rsidP="00F318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3597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CB35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CB3597">
        <w:rPr>
          <w:rFonts w:ascii="Times New Roman" w:hAnsi="Times New Roman"/>
          <w:sz w:val="24"/>
          <w:szCs w:val="24"/>
        </w:rPr>
        <w:t>муниципального района</w:t>
      </w:r>
    </w:p>
    <w:p w:rsidR="00F54A0F" w:rsidRPr="00CB3597" w:rsidRDefault="00F54A0F" w:rsidP="00B11C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3597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CB3597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02.04.2015 г.</w:t>
      </w:r>
      <w:r w:rsidRPr="00CB359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275</w:t>
      </w:r>
      <w:r w:rsidRPr="00CB35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F54A0F" w:rsidRDefault="00F54A0F" w:rsidP="00A577B4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4A0F" w:rsidRPr="00CB3597" w:rsidRDefault="00F54A0F" w:rsidP="00A577B4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4A0F" w:rsidRDefault="00F54A0F" w:rsidP="00A577B4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4A0F" w:rsidRPr="00CB3597" w:rsidRDefault="00F54A0F" w:rsidP="00A577B4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3597">
        <w:rPr>
          <w:rFonts w:ascii="Times New Roman" w:hAnsi="Times New Roman"/>
          <w:b/>
          <w:sz w:val="24"/>
          <w:szCs w:val="24"/>
        </w:rPr>
        <w:t>Схема</w:t>
      </w:r>
    </w:p>
    <w:p w:rsidR="00F54A0F" w:rsidRPr="00CB3597" w:rsidRDefault="00F54A0F" w:rsidP="00140A7A">
      <w:pPr>
        <w:widowControl w:val="0"/>
        <w:spacing w:line="240" w:lineRule="auto"/>
        <w:ind w:left="-360"/>
        <w:jc w:val="center"/>
        <w:rPr>
          <w:rFonts w:ascii="Times New Roman" w:hAnsi="Times New Roman"/>
          <w:b/>
          <w:sz w:val="24"/>
          <w:szCs w:val="24"/>
        </w:rPr>
      </w:pPr>
      <w:r w:rsidRPr="00CB3597">
        <w:rPr>
          <w:rFonts w:ascii="Times New Roman" w:hAnsi="Times New Roman"/>
          <w:b/>
          <w:sz w:val="24"/>
          <w:szCs w:val="24"/>
        </w:rPr>
        <w:t xml:space="preserve"> размещения нестационарных торговых объектов </w:t>
      </w:r>
    </w:p>
    <w:p w:rsidR="00F54A0F" w:rsidRDefault="00F54A0F" w:rsidP="00EF0B4E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B3597">
        <w:rPr>
          <w:rFonts w:ascii="Times New Roman" w:hAnsi="Times New Roman"/>
          <w:b/>
          <w:sz w:val="24"/>
          <w:szCs w:val="24"/>
        </w:rPr>
        <w:t xml:space="preserve"> на территории 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«город Трубчевск»</w:t>
      </w:r>
    </w:p>
    <w:p w:rsidR="00F54A0F" w:rsidRPr="00CB3597" w:rsidRDefault="00F54A0F" w:rsidP="00EF0B4E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15" w:type="dxa"/>
        <w:jc w:val="center"/>
        <w:tblInd w:w="-2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8"/>
        <w:gridCol w:w="2770"/>
        <w:gridCol w:w="2233"/>
        <w:gridCol w:w="1823"/>
        <w:gridCol w:w="2321"/>
      </w:tblGrid>
      <w:tr w:rsidR="00F54A0F" w:rsidRPr="00CB3597" w:rsidTr="000D0329">
        <w:trPr>
          <w:trHeight w:val="940"/>
          <w:jc w:val="center"/>
        </w:trPr>
        <w:tc>
          <w:tcPr>
            <w:tcW w:w="868" w:type="dxa"/>
            <w:vAlign w:val="center"/>
          </w:tcPr>
          <w:p w:rsidR="00F54A0F" w:rsidRPr="00CB3597" w:rsidRDefault="00F54A0F" w:rsidP="003E333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54A0F" w:rsidRPr="00CB3597" w:rsidRDefault="00F54A0F" w:rsidP="003E333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70" w:type="dxa"/>
            <w:vAlign w:val="center"/>
          </w:tcPr>
          <w:p w:rsidR="00F54A0F" w:rsidRPr="00CB3597" w:rsidRDefault="00F54A0F" w:rsidP="00C83B5D">
            <w:pPr>
              <w:spacing w:line="240" w:lineRule="auto"/>
              <w:ind w:left="-56" w:hanging="23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нестационарного </w:t>
            </w:r>
            <w:r w:rsidRPr="00CB3597">
              <w:rPr>
                <w:rFonts w:ascii="Times New Roman" w:hAnsi="Times New Roman"/>
                <w:sz w:val="24"/>
                <w:szCs w:val="24"/>
              </w:rPr>
              <w:t>торгового объекта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Ассортимент предлагаемых к продаже товаров</w:t>
            </w:r>
          </w:p>
        </w:tc>
        <w:tc>
          <w:tcPr>
            <w:tcW w:w="1823" w:type="dxa"/>
            <w:vAlign w:val="center"/>
          </w:tcPr>
          <w:p w:rsidR="00F54A0F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торгового</w:t>
            </w:r>
          </w:p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0D03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Период </w:t>
            </w:r>
            <w:r>
              <w:rPr>
                <w:rFonts w:ascii="Times New Roman" w:hAnsi="Times New Roman"/>
                <w:sz w:val="24"/>
                <w:szCs w:val="24"/>
              </w:rPr>
              <w:t>функционированиянестационарного торгового объекта</w:t>
            </w:r>
          </w:p>
        </w:tc>
      </w:tr>
      <w:tr w:rsidR="00F54A0F" w:rsidRPr="00CB3597" w:rsidTr="000D0329">
        <w:trPr>
          <w:trHeight w:val="235"/>
          <w:jc w:val="center"/>
        </w:trPr>
        <w:tc>
          <w:tcPr>
            <w:tcW w:w="868" w:type="dxa"/>
            <w:vAlign w:val="center"/>
          </w:tcPr>
          <w:p w:rsidR="00F54A0F" w:rsidRPr="00CB3597" w:rsidRDefault="00F54A0F" w:rsidP="003E333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0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tabs>
                <w:tab w:val="num" w:pos="1539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70" w:type="dxa"/>
            <w:vAlign w:val="center"/>
          </w:tcPr>
          <w:p w:rsidR="00F54A0F" w:rsidRDefault="00F54A0F" w:rsidP="007A31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 ул. 3 Интернационала </w:t>
            </w:r>
          </w:p>
          <w:p w:rsidR="00F54A0F" w:rsidRPr="00CB3597" w:rsidRDefault="00F54A0F" w:rsidP="007A31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продтовары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ind w:left="-142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tabs>
                <w:tab w:val="num" w:pos="1539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ул. Ленина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(возле магази</w:t>
            </w:r>
            <w:r w:rsidRPr="00CB3597">
              <w:rPr>
                <w:rFonts w:ascii="Times New Roman" w:hAnsi="Times New Roman"/>
                <w:sz w:val="24"/>
                <w:szCs w:val="24"/>
              </w:rPr>
              <w:t>на «Промтовары»)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школьные      принадлежности, </w:t>
            </w:r>
          </w:p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канц. товары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аренде до 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3597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tabs>
                <w:tab w:val="num" w:pos="1539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ул. Володарского </w:t>
            </w:r>
          </w:p>
          <w:p w:rsidR="00F54A0F" w:rsidRPr="00CB3597" w:rsidRDefault="00F54A0F" w:rsidP="00DA2A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 (Заводской микрорайон) 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бытовая химия, косметика, трикотаж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аренде до 2027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tabs>
                <w:tab w:val="num" w:pos="1539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ул. Ленина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(возле магази</w:t>
            </w:r>
            <w:r w:rsidRPr="00CB3597">
              <w:rPr>
                <w:rFonts w:ascii="Times New Roman" w:hAnsi="Times New Roman"/>
                <w:sz w:val="24"/>
                <w:szCs w:val="24"/>
              </w:rPr>
              <w:t>на «Промтовары»)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детская, женская одежда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tabs>
                <w:tab w:val="num" w:pos="1539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ул. Ленина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живые цветы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аренде до 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3597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tabs>
                <w:tab w:val="num" w:pos="1539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 ул. Советская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живые цветы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аренде до 2027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tabs>
                <w:tab w:val="num" w:pos="1539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ул. Ленина, 119/1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мотороллеры</w:t>
            </w:r>
          </w:p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 автозапчасти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аренде до 2017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tabs>
                <w:tab w:val="num" w:pos="1539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ул. Володарского, 72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товары для охоты и рыбалки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D6226">
              <w:rPr>
                <w:rFonts w:ascii="Times New Roman" w:hAnsi="Times New Roman"/>
              </w:rPr>
              <w:t>999</w:t>
            </w:r>
          </w:p>
        </w:tc>
        <w:tc>
          <w:tcPr>
            <w:tcW w:w="2770" w:type="dxa"/>
            <w:vAlign w:val="center"/>
          </w:tcPr>
          <w:p w:rsidR="00F54A0F" w:rsidRPr="00CB3597" w:rsidRDefault="00F54A0F" w:rsidP="007D3EBC">
            <w:pPr>
              <w:widowControl w:val="0"/>
              <w:spacing w:line="240" w:lineRule="auto"/>
              <w:ind w:left="-82"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ул. Ленина, 80                                              (возле гимназии)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11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хлебобулочные изделия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аренде до 2019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Default="00F54A0F" w:rsidP="007D3EBC">
            <w:pPr>
              <w:widowControl w:val="0"/>
              <w:spacing w:line="240" w:lineRule="auto"/>
              <w:ind w:left="-82"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ул. Советская</w:t>
            </w:r>
          </w:p>
          <w:p w:rsidR="00F54A0F" w:rsidRPr="00CB3597" w:rsidRDefault="00F54A0F" w:rsidP="007D3EBC">
            <w:pPr>
              <w:widowControl w:val="0"/>
              <w:spacing w:line="240" w:lineRule="auto"/>
              <w:ind w:left="-82" w:right="-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продтовары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Default="00F54A0F" w:rsidP="00784582">
            <w:pPr>
              <w:widowControl w:val="0"/>
              <w:spacing w:line="240" w:lineRule="auto"/>
              <w:ind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ул. Урицкого (напротив</w:t>
            </w:r>
          </w:p>
          <w:p w:rsidR="00F54A0F" w:rsidRPr="00CB3597" w:rsidRDefault="00F54A0F" w:rsidP="00784582">
            <w:pPr>
              <w:widowControl w:val="0"/>
              <w:spacing w:line="240" w:lineRule="auto"/>
              <w:ind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 м-на «Сельхозпродукты») 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11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выпечка, соки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D975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аренде до 2019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97573">
            <w:pPr>
              <w:widowControl w:val="0"/>
              <w:spacing w:line="240" w:lineRule="auto"/>
              <w:ind w:left="-82"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ул. Ленина  (напротив здания политехникума) 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11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выпечка, соки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D9757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аренде до 2019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7D3EBC">
            <w:pPr>
              <w:widowControl w:val="0"/>
              <w:spacing w:line="240" w:lineRule="auto"/>
              <w:ind w:left="-82"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пересечение улиц Брянской и Урицкого</w:t>
            </w:r>
          </w:p>
        </w:tc>
        <w:tc>
          <w:tcPr>
            <w:tcW w:w="2233" w:type="dxa"/>
            <w:vAlign w:val="center"/>
          </w:tcPr>
          <w:p w:rsidR="00F54A0F" w:rsidRDefault="00F54A0F" w:rsidP="00AA5A52">
            <w:pPr>
              <w:widowControl w:val="0"/>
              <w:spacing w:line="240" w:lineRule="auto"/>
              <w:ind w:left="-11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прод. и </w:t>
            </w:r>
          </w:p>
          <w:p w:rsidR="00F54A0F" w:rsidRPr="00CB3597" w:rsidRDefault="00F54A0F" w:rsidP="00AA5A52">
            <w:pPr>
              <w:widowControl w:val="0"/>
              <w:spacing w:line="240" w:lineRule="auto"/>
              <w:ind w:left="-11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непрод. товары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аренде до 2056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7D3EBC">
            <w:pPr>
              <w:widowControl w:val="0"/>
              <w:spacing w:line="240" w:lineRule="auto"/>
              <w:ind w:left="-82"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пересечение улиц    Ленина и Урицкого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прод. и непрод. товары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аренде до 2056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widowControl w:val="0"/>
              <w:spacing w:line="240" w:lineRule="auto"/>
              <w:ind w:left="-82"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ул. Брянская (возле здания бывшего кинотеатра) 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прод. и непрод. товары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в аренде до 2056 года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widowControl w:val="0"/>
              <w:spacing w:line="240" w:lineRule="auto"/>
              <w:ind w:left="-82"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ул. Ленина                                            (возле здания  бывшей детской библиотеки)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квас, овощи, фрукты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на период сезонной торговли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7D3EBC">
            <w:pPr>
              <w:widowControl w:val="0"/>
              <w:spacing w:line="240" w:lineRule="auto"/>
              <w:ind w:left="-82"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ул. Ленина (возле жилого дома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3597">
              <w:rPr>
                <w:rFonts w:ascii="Times New Roman" w:hAnsi="Times New Roman"/>
                <w:sz w:val="24"/>
                <w:szCs w:val="24"/>
              </w:rPr>
              <w:t>№ 84)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овощи, фрукты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на период сезонной торговли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widowControl w:val="0"/>
              <w:spacing w:line="240" w:lineRule="auto"/>
              <w:ind w:left="-82"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 xml:space="preserve">ул. Ленина                                    </w:t>
            </w:r>
          </w:p>
          <w:p w:rsidR="00F54A0F" w:rsidRPr="00CB3597" w:rsidRDefault="00F54A0F" w:rsidP="00784582">
            <w:pPr>
              <w:widowControl w:val="0"/>
              <w:spacing w:line="240" w:lineRule="auto"/>
              <w:ind w:left="-67" w:right="-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(возле  магази</w:t>
            </w:r>
            <w:r w:rsidRPr="00CB3597">
              <w:rPr>
                <w:rFonts w:ascii="Times New Roman" w:hAnsi="Times New Roman"/>
                <w:sz w:val="24"/>
                <w:szCs w:val="24"/>
              </w:rPr>
              <w:t>на «Брянская водка)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квас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на период весенне-летней торговли</w:t>
            </w:r>
          </w:p>
        </w:tc>
      </w:tr>
      <w:tr w:rsidR="00F54A0F" w:rsidRPr="00CB3597" w:rsidTr="000D0329">
        <w:trPr>
          <w:trHeight w:val="735"/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widowControl w:val="0"/>
              <w:spacing w:line="240" w:lineRule="auto"/>
              <w:ind w:left="-82" w:right="-76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ул. Генерала Петрова                                (между зданиями № 13а и № 15)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квас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на период весенне-летней торговли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урочище «Егоров рог» (место отдыха)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квас, мороженое, прохладительные напитки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палатка автомагазин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на период летней торговли</w:t>
            </w:r>
          </w:p>
        </w:tc>
      </w:tr>
      <w:tr w:rsidR="00F54A0F" w:rsidRPr="00CB3597" w:rsidTr="000D0329">
        <w:trPr>
          <w:jc w:val="center"/>
        </w:trPr>
        <w:tc>
          <w:tcPr>
            <w:tcW w:w="868" w:type="dxa"/>
            <w:vAlign w:val="center"/>
          </w:tcPr>
          <w:p w:rsidR="00F54A0F" w:rsidRPr="007D6226" w:rsidRDefault="00F54A0F" w:rsidP="007D6226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70" w:type="dxa"/>
            <w:vAlign w:val="center"/>
          </w:tcPr>
          <w:p w:rsidR="00F54A0F" w:rsidRPr="00CB3597" w:rsidRDefault="00F54A0F" w:rsidP="00DA2A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ул. Урицкого, от пересечения с ул. Ленина до пересечения с ул. Брянской</w:t>
            </w:r>
          </w:p>
        </w:tc>
        <w:tc>
          <w:tcPr>
            <w:tcW w:w="2233" w:type="dxa"/>
            <w:vAlign w:val="center"/>
          </w:tcPr>
          <w:p w:rsidR="00F54A0F" w:rsidRPr="00CB3597" w:rsidRDefault="00F54A0F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прод. и непрод. товары</w:t>
            </w:r>
            <w:r>
              <w:rPr>
                <w:rFonts w:ascii="Times New Roman" w:hAnsi="Times New Roman"/>
                <w:sz w:val="24"/>
                <w:szCs w:val="24"/>
              </w:rPr>
              <w:t>, живые цветы</w:t>
            </w:r>
          </w:p>
        </w:tc>
        <w:tc>
          <w:tcPr>
            <w:tcW w:w="1823" w:type="dxa"/>
            <w:vAlign w:val="center"/>
          </w:tcPr>
          <w:p w:rsidR="00F54A0F" w:rsidRPr="00CB3597" w:rsidRDefault="00F54A0F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универсальная ярмарка</w:t>
            </w:r>
          </w:p>
        </w:tc>
        <w:tc>
          <w:tcPr>
            <w:tcW w:w="2321" w:type="dxa"/>
            <w:vAlign w:val="center"/>
          </w:tcPr>
          <w:p w:rsidR="00F54A0F" w:rsidRPr="00CB3597" w:rsidRDefault="00F54A0F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1-2 раза в год</w:t>
            </w:r>
          </w:p>
        </w:tc>
      </w:tr>
    </w:tbl>
    <w:p w:rsidR="00F54A0F" w:rsidRPr="00CB3597" w:rsidRDefault="00F54A0F" w:rsidP="005C1FEA">
      <w:pPr>
        <w:rPr>
          <w:rFonts w:ascii="Times New Roman" w:hAnsi="Times New Roman"/>
          <w:sz w:val="24"/>
          <w:szCs w:val="24"/>
        </w:rPr>
      </w:pPr>
    </w:p>
    <w:sectPr w:rsidR="00F54A0F" w:rsidRPr="00CB3597" w:rsidSect="00140A7A">
      <w:pgSz w:w="11906" w:h="16838"/>
      <w:pgMar w:top="284" w:right="851" w:bottom="284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104E5"/>
    <w:multiLevelType w:val="hybridMultilevel"/>
    <w:tmpl w:val="551E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210C21"/>
    <w:multiLevelType w:val="hybridMultilevel"/>
    <w:tmpl w:val="CEDA0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212A7F"/>
    <w:multiLevelType w:val="hybridMultilevel"/>
    <w:tmpl w:val="0AC2226E"/>
    <w:lvl w:ilvl="0" w:tplc="2050F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0B0C45"/>
    <w:multiLevelType w:val="hybridMultilevel"/>
    <w:tmpl w:val="EB06EA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66601F"/>
    <w:multiLevelType w:val="hybridMultilevel"/>
    <w:tmpl w:val="2DF69A3E"/>
    <w:lvl w:ilvl="0" w:tplc="2050F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EBD"/>
    <w:rsid w:val="000D0329"/>
    <w:rsid w:val="00140A7A"/>
    <w:rsid w:val="00163575"/>
    <w:rsid w:val="001C5773"/>
    <w:rsid w:val="00230B07"/>
    <w:rsid w:val="002549F8"/>
    <w:rsid w:val="0027030F"/>
    <w:rsid w:val="0027377D"/>
    <w:rsid w:val="002B4A73"/>
    <w:rsid w:val="002D6CFF"/>
    <w:rsid w:val="00317A8D"/>
    <w:rsid w:val="003206D7"/>
    <w:rsid w:val="00323F17"/>
    <w:rsid w:val="003C25DC"/>
    <w:rsid w:val="003C76C1"/>
    <w:rsid w:val="003E3338"/>
    <w:rsid w:val="00432899"/>
    <w:rsid w:val="00450337"/>
    <w:rsid w:val="00462C89"/>
    <w:rsid w:val="00477EBD"/>
    <w:rsid w:val="004B5EF1"/>
    <w:rsid w:val="004E148A"/>
    <w:rsid w:val="004F2106"/>
    <w:rsid w:val="004F4B8E"/>
    <w:rsid w:val="005068E9"/>
    <w:rsid w:val="00573607"/>
    <w:rsid w:val="005C1FEA"/>
    <w:rsid w:val="005D2701"/>
    <w:rsid w:val="005E070B"/>
    <w:rsid w:val="006215EC"/>
    <w:rsid w:val="00660574"/>
    <w:rsid w:val="006A618C"/>
    <w:rsid w:val="006C562F"/>
    <w:rsid w:val="006D1631"/>
    <w:rsid w:val="006D527B"/>
    <w:rsid w:val="0073279D"/>
    <w:rsid w:val="007344A9"/>
    <w:rsid w:val="00764F9B"/>
    <w:rsid w:val="00784582"/>
    <w:rsid w:val="007A25AB"/>
    <w:rsid w:val="007A31C8"/>
    <w:rsid w:val="007A5D8B"/>
    <w:rsid w:val="007A7EB8"/>
    <w:rsid w:val="007C19A1"/>
    <w:rsid w:val="007D3EBC"/>
    <w:rsid w:val="007D6226"/>
    <w:rsid w:val="00804401"/>
    <w:rsid w:val="00805BF6"/>
    <w:rsid w:val="008245A6"/>
    <w:rsid w:val="008348AA"/>
    <w:rsid w:val="00852E3B"/>
    <w:rsid w:val="00912C37"/>
    <w:rsid w:val="00915BF5"/>
    <w:rsid w:val="00970005"/>
    <w:rsid w:val="00980C76"/>
    <w:rsid w:val="009D7601"/>
    <w:rsid w:val="009F5103"/>
    <w:rsid w:val="00A11D33"/>
    <w:rsid w:val="00A20EBA"/>
    <w:rsid w:val="00A577B4"/>
    <w:rsid w:val="00A81231"/>
    <w:rsid w:val="00AA5A52"/>
    <w:rsid w:val="00AE6D70"/>
    <w:rsid w:val="00B00BD0"/>
    <w:rsid w:val="00B11C8E"/>
    <w:rsid w:val="00B660BF"/>
    <w:rsid w:val="00BF3AD8"/>
    <w:rsid w:val="00BF4220"/>
    <w:rsid w:val="00C43880"/>
    <w:rsid w:val="00C83B5D"/>
    <w:rsid w:val="00C9063D"/>
    <w:rsid w:val="00CB3597"/>
    <w:rsid w:val="00D15958"/>
    <w:rsid w:val="00D754A1"/>
    <w:rsid w:val="00D97573"/>
    <w:rsid w:val="00DA2AD2"/>
    <w:rsid w:val="00DC0DAD"/>
    <w:rsid w:val="00E04B12"/>
    <w:rsid w:val="00E27248"/>
    <w:rsid w:val="00E40CDD"/>
    <w:rsid w:val="00E75984"/>
    <w:rsid w:val="00E8067D"/>
    <w:rsid w:val="00EA2F5C"/>
    <w:rsid w:val="00EC71FC"/>
    <w:rsid w:val="00EF0B4E"/>
    <w:rsid w:val="00F318C1"/>
    <w:rsid w:val="00F54A0F"/>
    <w:rsid w:val="00F912C4"/>
    <w:rsid w:val="00F95020"/>
    <w:rsid w:val="00F961FE"/>
    <w:rsid w:val="00FA1F82"/>
    <w:rsid w:val="00FE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77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C57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43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2F5C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88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392</TotalTime>
  <Pages>2</Pages>
  <Words>475</Words>
  <Characters>2710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Gorinspector</dc:creator>
  <cp:keywords/>
  <dc:description/>
  <cp:lastModifiedBy>Potrebitel1</cp:lastModifiedBy>
  <cp:revision>30</cp:revision>
  <cp:lastPrinted>2015-04-02T08:52:00Z</cp:lastPrinted>
  <dcterms:created xsi:type="dcterms:W3CDTF">2014-04-23T10:58:00Z</dcterms:created>
  <dcterms:modified xsi:type="dcterms:W3CDTF">2015-04-06T07:13:00Z</dcterms:modified>
</cp:coreProperties>
</file>